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0ABA1" w14:textId="589FC04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33682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336826">
        <w:rPr>
          <w:rFonts w:ascii="Corbel" w:hAnsi="Corbel"/>
          <w:bCs/>
          <w:i/>
        </w:rPr>
        <w:t>23</w:t>
      </w:r>
    </w:p>
    <w:p w14:paraId="2875062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62910BD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A374B">
        <w:rPr>
          <w:rFonts w:ascii="Corbel" w:hAnsi="Corbel"/>
          <w:i/>
          <w:smallCaps/>
          <w:sz w:val="24"/>
          <w:szCs w:val="24"/>
        </w:rPr>
        <w:t xml:space="preserve"> 20</w:t>
      </w:r>
      <w:r w:rsidR="00DC5CA2">
        <w:rPr>
          <w:rFonts w:ascii="Corbel" w:hAnsi="Corbel"/>
          <w:i/>
          <w:smallCaps/>
          <w:sz w:val="24"/>
          <w:szCs w:val="24"/>
        </w:rPr>
        <w:t>2</w:t>
      </w:r>
      <w:r w:rsidR="00336826">
        <w:rPr>
          <w:rFonts w:ascii="Corbel" w:hAnsi="Corbel"/>
          <w:i/>
          <w:smallCaps/>
          <w:sz w:val="24"/>
          <w:szCs w:val="24"/>
        </w:rPr>
        <w:t>3</w:t>
      </w:r>
      <w:r w:rsidR="00FA374B">
        <w:rPr>
          <w:rFonts w:ascii="Corbel" w:hAnsi="Corbel"/>
          <w:i/>
          <w:smallCaps/>
          <w:sz w:val="24"/>
          <w:szCs w:val="24"/>
        </w:rPr>
        <w:t>/202</w:t>
      </w:r>
      <w:r w:rsidR="00336826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02C2656" w14:textId="7D59D88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A374B">
        <w:rPr>
          <w:rFonts w:ascii="Corbel" w:hAnsi="Corbel"/>
          <w:sz w:val="20"/>
          <w:szCs w:val="20"/>
        </w:rPr>
        <w:t>20</w:t>
      </w:r>
      <w:r w:rsidR="00F97C96">
        <w:rPr>
          <w:rFonts w:ascii="Corbel" w:hAnsi="Corbel"/>
          <w:sz w:val="20"/>
          <w:szCs w:val="20"/>
        </w:rPr>
        <w:t>2</w:t>
      </w:r>
      <w:r w:rsidR="00336826">
        <w:rPr>
          <w:rFonts w:ascii="Corbel" w:hAnsi="Corbel"/>
          <w:sz w:val="20"/>
          <w:szCs w:val="20"/>
        </w:rPr>
        <w:t>5</w:t>
      </w:r>
      <w:r w:rsidR="00FA374B">
        <w:rPr>
          <w:rFonts w:ascii="Corbel" w:hAnsi="Corbel"/>
          <w:sz w:val="20"/>
          <w:szCs w:val="20"/>
        </w:rPr>
        <w:t>/202</w:t>
      </w:r>
      <w:r w:rsidR="00336826">
        <w:rPr>
          <w:rFonts w:ascii="Corbel" w:hAnsi="Corbel"/>
          <w:sz w:val="20"/>
          <w:szCs w:val="20"/>
        </w:rPr>
        <w:t>6</w:t>
      </w:r>
    </w:p>
    <w:p w14:paraId="58C769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16F14901" w:rsidR="0085747A" w:rsidRPr="00B760BB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Warsztat umiejętności profilaktyczno-wychowawczych</w:t>
            </w:r>
          </w:p>
        </w:tc>
      </w:tr>
      <w:tr w:rsidR="0085747A" w:rsidRPr="009C54A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B22666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E0B0C5F" w:rsidR="0085747A" w:rsidRPr="009C54AE" w:rsidRDefault="002A1E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42269D79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 xml:space="preserve">, sp. </w:t>
            </w:r>
            <w:r w:rsidR="00336826">
              <w:rPr>
                <w:rFonts w:ascii="Corbel" w:hAnsi="Corbel"/>
                <w:b w:val="0"/>
                <w:sz w:val="24"/>
                <w:szCs w:val="24"/>
              </w:rPr>
              <w:t>profilaktyka społeczna z resocjalizacją</w:t>
            </w:r>
          </w:p>
        </w:tc>
      </w:tr>
      <w:tr w:rsidR="0085747A" w:rsidRPr="009C54A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31E653D9" w:rsidR="0085747A" w:rsidRPr="009C54AE" w:rsidRDefault="003409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A1E8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5F6E339F" w:rsidR="0085747A" w:rsidRPr="009C54AE" w:rsidRDefault="00DC5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60BB">
              <w:rPr>
                <w:rFonts w:ascii="Corbel" w:hAnsi="Corbel"/>
                <w:b w:val="0"/>
                <w:sz w:val="24"/>
                <w:szCs w:val="24"/>
              </w:rPr>
              <w:t>ok III, semestr 6</w:t>
            </w:r>
          </w:p>
        </w:tc>
      </w:tr>
      <w:tr w:rsidR="0085747A" w:rsidRPr="009C54A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00D5CDA3" w:rsidR="0085747A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05B746E9" w:rsidR="00923D7D" w:rsidRPr="009C54A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30FB2A0B" w:rsidR="0085747A" w:rsidRPr="009C54AE" w:rsidRDefault="0033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A374B">
              <w:rPr>
                <w:rFonts w:ascii="Corbel" w:hAnsi="Corbel"/>
                <w:b w:val="0"/>
                <w:sz w:val="24"/>
                <w:szCs w:val="24"/>
              </w:rPr>
              <w:t>Agnieszka Wróbel-Chmiel</w:t>
            </w:r>
          </w:p>
        </w:tc>
      </w:tr>
      <w:tr w:rsidR="0085747A" w:rsidRPr="009C54A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C5CA2" w:rsidRPr="009C54AE" w14:paraId="54C01A24" w14:textId="77777777" w:rsidTr="00DC5CA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4301A" w14:textId="386BD860" w:rsidR="00DC5CA2" w:rsidRDefault="00DC5CA2" w:rsidP="00DC5CA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32E2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CEFC" w14:textId="20B2502F" w:rsidR="00DC5CA2" w:rsidRDefault="003409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6CF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39C3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FAA01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E318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FDCB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01B4" w14:textId="77777777" w:rsidR="00DC5CA2" w:rsidRDefault="00DC5CA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2FA2" w14:textId="54CF654B" w:rsidR="00DC5CA2" w:rsidRDefault="003368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8D7E9B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C821F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821F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821F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470CC21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3EE126A8" w14:textId="3339D260" w:rsidR="009C54AE" w:rsidRDefault="000E06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94D9D0" w14:textId="7DBAEF6B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53581C" w14:textId="77777777" w:rsidTr="00745302">
        <w:tc>
          <w:tcPr>
            <w:tcW w:w="9670" w:type="dxa"/>
          </w:tcPr>
          <w:p w14:paraId="36DD4957" w14:textId="4496B26B" w:rsidR="0085747A" w:rsidRPr="009C54A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kształcenia,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profilaktyk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społeczn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instytuc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jonalny system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profilakty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 społecznej,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resocjalizac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ji i interwencji kryzysowej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Posiadanie podstawowych wiadomości z zakresu </w:t>
            </w:r>
            <w:r w:rsidR="003368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 szczegółowych oraz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funkcjonowania podstawowych środowisk społeczno-wychowawczych.</w:t>
            </w:r>
          </w:p>
        </w:tc>
      </w:tr>
    </w:tbl>
    <w:p w14:paraId="612C2ED3" w14:textId="77777777" w:rsidR="000E067D" w:rsidRDefault="000E067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858C37" w14:textId="0ED3749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6F6B86" w:rsidRPr="009C54AE" w14:paraId="22E0F8A1" w14:textId="77777777" w:rsidTr="00861436">
        <w:tc>
          <w:tcPr>
            <w:tcW w:w="843" w:type="dxa"/>
            <w:vAlign w:val="center"/>
          </w:tcPr>
          <w:p w14:paraId="2A6BF100" w14:textId="7231A24B" w:rsidR="006F6B86" w:rsidRPr="009C54AE" w:rsidRDefault="006F6B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A0953D0" w14:textId="247775CA" w:rsidR="006F6B86" w:rsidRDefault="006F6B86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Rozszerzenie wiedzy studentów na temat zasad i etapów konstruowania programów profilaktyczno-wychowawczych.</w:t>
            </w:r>
          </w:p>
        </w:tc>
      </w:tr>
      <w:tr w:rsidR="0085747A" w:rsidRPr="009C54AE" w14:paraId="27F5785F" w14:textId="77777777" w:rsidTr="00861436">
        <w:tc>
          <w:tcPr>
            <w:tcW w:w="843" w:type="dxa"/>
            <w:vAlign w:val="center"/>
          </w:tcPr>
          <w:p w14:paraId="78723BC3" w14:textId="3741ABE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9C54A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9C54AE" w14:paraId="0E72639D" w14:textId="77777777" w:rsidTr="00861436">
        <w:tc>
          <w:tcPr>
            <w:tcW w:w="843" w:type="dxa"/>
            <w:vAlign w:val="center"/>
          </w:tcPr>
          <w:p w14:paraId="26A753AF" w14:textId="62ADAD55" w:rsidR="00632A7F" w:rsidRPr="009C54A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F6B8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856614B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51B03D1" w14:textId="742AF90F" w:rsidR="002A1E87" w:rsidRPr="002A1E87" w:rsidRDefault="002A1E8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593F" w:rsidRPr="009C54AE" w14:paraId="258A4533" w14:textId="77777777" w:rsidTr="001127CA">
        <w:trPr>
          <w:trHeight w:val="879"/>
        </w:trPr>
        <w:tc>
          <w:tcPr>
            <w:tcW w:w="1680" w:type="dxa"/>
          </w:tcPr>
          <w:p w14:paraId="4E315B3E" w14:textId="77777777" w:rsidR="005E593F" w:rsidRPr="009C54AE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09829C16" w:rsidR="005E593F" w:rsidRPr="009C54AE" w:rsidRDefault="002A1E87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593F">
              <w:rPr>
                <w:rFonts w:ascii="Corbel" w:hAnsi="Corbel"/>
                <w:b w:val="0"/>
                <w:smallCaps w:val="0"/>
                <w:szCs w:val="24"/>
              </w:rPr>
              <w:t>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</w:tcPr>
          <w:p w14:paraId="737CD0E8" w14:textId="77777777" w:rsidR="005E593F" w:rsidRDefault="005E59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758D257" w14:textId="37ACEA0A" w:rsidR="00353931" w:rsidRPr="009C54AE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A33C7" w:rsidRPr="009C54AE" w14:paraId="2AD6F6BE" w14:textId="77777777" w:rsidTr="00515E4C">
        <w:tc>
          <w:tcPr>
            <w:tcW w:w="1680" w:type="dxa"/>
          </w:tcPr>
          <w:p w14:paraId="448D7717" w14:textId="2A951BBA" w:rsidR="00DA33C7" w:rsidRPr="009C54AE" w:rsidRDefault="00DA33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21E84BA" w14:textId="7F90A849" w:rsidR="00DA33C7" w:rsidRPr="009C54AE" w:rsidRDefault="002A1E87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>ymieni zasady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 oraz etapy</w:t>
            </w:r>
            <w:r w:rsidR="00DA33C7">
              <w:rPr>
                <w:rFonts w:ascii="Corbel" w:hAnsi="Corbel"/>
                <w:b w:val="0"/>
                <w:smallCaps w:val="0"/>
                <w:szCs w:val="24"/>
              </w:rPr>
              <w:t xml:space="preserve"> konstruowania programów profilaktyczn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o-wychowawczych.</w:t>
            </w:r>
          </w:p>
        </w:tc>
        <w:tc>
          <w:tcPr>
            <w:tcW w:w="1865" w:type="dxa"/>
          </w:tcPr>
          <w:p w14:paraId="67D129C6" w14:textId="77777777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67D67F1A" w14:textId="7F9B40CB" w:rsidR="00DA33C7" w:rsidRPr="009C54AE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C6B78DA" w14:textId="77777777" w:rsidTr="00515E4C">
        <w:tc>
          <w:tcPr>
            <w:tcW w:w="1680" w:type="dxa"/>
          </w:tcPr>
          <w:p w14:paraId="5386BB6D" w14:textId="5C6D2D5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72D132F7" w14:textId="3CC3C078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oskonali swój warsztat metodyczny, wykorzystując nowoczesne metody, techniki i pomoce dydaktyczne do planowania i realizowania działań profilaktycznych.</w:t>
            </w:r>
          </w:p>
        </w:tc>
        <w:tc>
          <w:tcPr>
            <w:tcW w:w="1865" w:type="dxa"/>
          </w:tcPr>
          <w:p w14:paraId="64D870C6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9D1CEC" w14:textId="3C6A9159" w:rsidR="00DA33C7" w:rsidRDefault="00DA33C7" w:rsidP="00DA33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5A784547" w14:textId="77777777" w:rsidTr="00515E4C">
        <w:tc>
          <w:tcPr>
            <w:tcW w:w="1680" w:type="dxa"/>
          </w:tcPr>
          <w:p w14:paraId="13C4AFE4" w14:textId="715DD0A2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B9C81A3" w14:textId="389AE050" w:rsidR="006146C2" w:rsidRPr="009C54AE" w:rsidRDefault="006F6B86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ceni skuteczność opracowanych oddziaływań profilaktyczn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o-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wychowawczyc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h.</w:t>
            </w:r>
          </w:p>
        </w:tc>
        <w:tc>
          <w:tcPr>
            <w:tcW w:w="1865" w:type="dxa"/>
          </w:tcPr>
          <w:p w14:paraId="3E2632D1" w14:textId="3652EAD3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146C2" w:rsidRPr="009C54AE" w14:paraId="46DA4985" w14:textId="77777777" w:rsidTr="00515E4C">
        <w:tc>
          <w:tcPr>
            <w:tcW w:w="1680" w:type="dxa"/>
          </w:tcPr>
          <w:p w14:paraId="5772B44E" w14:textId="765EBA31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67BF212" w14:textId="4E3728C6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pracuje konspekt zajęć profilaktyczno-wychowawczych, zgodnie z założeniami profilaktyki I, II lub III rzędowej.</w:t>
            </w:r>
          </w:p>
        </w:tc>
        <w:tc>
          <w:tcPr>
            <w:tcW w:w="1865" w:type="dxa"/>
            <w:vMerge w:val="restart"/>
          </w:tcPr>
          <w:p w14:paraId="513A36CB" w14:textId="77777777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3C027F4C" w14:textId="5F56D168" w:rsidR="003A5C40" w:rsidRDefault="003A5C40" w:rsidP="003A5C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01C44675" w14:textId="77777777" w:rsidTr="00515E4C">
        <w:tc>
          <w:tcPr>
            <w:tcW w:w="1680" w:type="dxa"/>
          </w:tcPr>
          <w:p w14:paraId="755F5A9A" w14:textId="1955FB04" w:rsidR="006146C2" w:rsidRPr="009C54AE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6623C0C0" w14:textId="47223486" w:rsidR="006146C2" w:rsidRPr="009C54AE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  <w:vMerge/>
          </w:tcPr>
          <w:p w14:paraId="04A67ADE" w14:textId="14B2C69E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46C2" w:rsidRPr="009C54AE" w14:paraId="4EF2278F" w14:textId="77777777" w:rsidTr="00515E4C">
        <w:tc>
          <w:tcPr>
            <w:tcW w:w="1680" w:type="dxa"/>
          </w:tcPr>
          <w:p w14:paraId="5204E956" w14:textId="0E4EB1EB" w:rsidR="006146C2" w:rsidRDefault="006146C2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21787890" w14:textId="2DA54DAE" w:rsidR="006146C2" w:rsidRDefault="002A1E87" w:rsidP="006146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146C2">
              <w:rPr>
                <w:rFonts w:ascii="Corbel" w:hAnsi="Corbel"/>
                <w:b w:val="0"/>
                <w:smallCaps w:val="0"/>
                <w:szCs w:val="24"/>
              </w:rPr>
              <w:t xml:space="preserve">ceni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swoje przygotowanie teoretyczne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metodyczne do realizacji profilaktycznych ćwiczeń warsztatowych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>w kontekście samokształcenia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3931">
              <w:rPr>
                <w:rFonts w:ascii="Corbel" w:hAnsi="Corbel"/>
                <w:b w:val="0"/>
                <w:smallCaps w:val="0"/>
                <w:szCs w:val="24"/>
              </w:rPr>
              <w:t xml:space="preserve">i samorozwoju. </w:t>
            </w:r>
          </w:p>
        </w:tc>
        <w:tc>
          <w:tcPr>
            <w:tcW w:w="1865" w:type="dxa"/>
          </w:tcPr>
          <w:p w14:paraId="0C7F9104" w14:textId="77777777" w:rsidR="006146C2" w:rsidRDefault="00353931" w:rsidP="00614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5B5EA81" w14:textId="20AC66F6" w:rsidR="00353931" w:rsidRDefault="00353931" w:rsidP="003539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06AE53" w14:textId="2016101F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9C54A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69397" w14:textId="0BD9660E" w:rsidR="009E602C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E2CD159" w14:textId="77777777" w:rsidR="009E602C" w:rsidRPr="009C54AE" w:rsidRDefault="009E602C" w:rsidP="009E602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C8B710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623A4EC" w14:textId="77777777" w:rsidR="009E602C" w:rsidRPr="009C54AE" w:rsidRDefault="009E602C" w:rsidP="009E602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E602C" w:rsidRPr="009C54AE" w14:paraId="028470B5" w14:textId="77777777" w:rsidTr="008958A5">
        <w:tc>
          <w:tcPr>
            <w:tcW w:w="9639" w:type="dxa"/>
          </w:tcPr>
          <w:p w14:paraId="007ACFD9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02C" w:rsidRPr="009C54AE" w14:paraId="31C4F487" w14:textId="77777777" w:rsidTr="008958A5">
        <w:tc>
          <w:tcPr>
            <w:tcW w:w="9639" w:type="dxa"/>
          </w:tcPr>
          <w:p w14:paraId="2DE47E10" w14:textId="77777777" w:rsidR="009E602C" w:rsidRPr="009C54AE" w:rsidRDefault="009E602C" w:rsidP="008958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</w:tbl>
    <w:p w14:paraId="6BE5BFE3" w14:textId="77777777" w:rsidR="009E602C" w:rsidRPr="009C54AE" w:rsidRDefault="009E602C" w:rsidP="009E602C">
      <w:pPr>
        <w:spacing w:after="0" w:line="240" w:lineRule="auto"/>
        <w:rPr>
          <w:rFonts w:ascii="Corbel" w:hAnsi="Corbel"/>
          <w:sz w:val="24"/>
          <w:szCs w:val="24"/>
        </w:rPr>
      </w:pPr>
    </w:p>
    <w:p w14:paraId="67FF4BAE" w14:textId="77777777" w:rsidR="009E602C" w:rsidRPr="009C54AE" w:rsidRDefault="009E602C" w:rsidP="009E602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C9E920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32CDC64" w14:textId="77777777" w:rsidTr="00923D7D">
        <w:tc>
          <w:tcPr>
            <w:tcW w:w="9639" w:type="dxa"/>
          </w:tcPr>
          <w:p w14:paraId="2A5468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276ECE3" w14:textId="77777777" w:rsidTr="00923D7D">
        <w:tc>
          <w:tcPr>
            <w:tcW w:w="9639" w:type="dxa"/>
          </w:tcPr>
          <w:p w14:paraId="6B0FA697" w14:textId="70ED8552" w:rsidR="009449EE" w:rsidRPr="009C54A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9C54AE" w14:paraId="56949BB2" w14:textId="77777777" w:rsidTr="00923D7D">
        <w:tc>
          <w:tcPr>
            <w:tcW w:w="9639" w:type="dxa"/>
          </w:tcPr>
          <w:p w14:paraId="67B2EF56" w14:textId="359246CE" w:rsidR="0085747A" w:rsidRPr="009C54A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6F6B86">
              <w:rPr>
                <w:rFonts w:ascii="Corbel" w:hAnsi="Corbel"/>
                <w:sz w:val="24"/>
                <w:szCs w:val="24"/>
              </w:rPr>
              <w:t xml:space="preserve">i etapy </w:t>
            </w:r>
            <w:r w:rsidRPr="00862B9A">
              <w:rPr>
                <w:rFonts w:ascii="Corbel" w:hAnsi="Corbel"/>
                <w:sz w:val="24"/>
                <w:szCs w:val="24"/>
              </w:rPr>
              <w:t>konstruowania programów profilaktycznych.</w:t>
            </w:r>
          </w:p>
        </w:tc>
      </w:tr>
      <w:tr w:rsidR="00862B9A" w:rsidRPr="009C54AE" w14:paraId="358571D3" w14:textId="77777777" w:rsidTr="00923D7D">
        <w:tc>
          <w:tcPr>
            <w:tcW w:w="9639" w:type="dxa"/>
          </w:tcPr>
          <w:p w14:paraId="53AD2C33" w14:textId="27093390" w:rsidR="00862B9A" w:rsidRPr="00862B9A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9C54AE" w14:paraId="74E05851" w14:textId="77777777" w:rsidTr="00923D7D">
        <w:tc>
          <w:tcPr>
            <w:tcW w:w="9639" w:type="dxa"/>
          </w:tcPr>
          <w:p w14:paraId="44811E0B" w14:textId="77777777" w:rsidR="00F62B59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</w:t>
            </w:r>
            <w:r w:rsidR="00F62B59">
              <w:rPr>
                <w:rFonts w:ascii="Corbel" w:hAnsi="Corbel"/>
                <w:sz w:val="24"/>
                <w:szCs w:val="24"/>
              </w:rPr>
              <w:t xml:space="preserve">Tematy i grupy powinny obejmować różne poziomy profilaktyki. </w:t>
            </w:r>
            <w:r w:rsidRPr="00862B9A">
              <w:rPr>
                <w:rFonts w:ascii="Corbel" w:hAnsi="Corbel"/>
                <w:sz w:val="24"/>
                <w:szCs w:val="24"/>
              </w:rPr>
              <w:t>Obszary tematyczne, wokół których powinny koncentrować się warsztaty (możliwość zgłoszenia własnych pomysłów zajęć  lub wykorzystanie jednej z poniższych propozycji do wyboru)</w:t>
            </w:r>
            <w:r w:rsidR="00F62B59">
              <w:rPr>
                <w:rFonts w:ascii="Corbel" w:hAnsi="Corbel"/>
                <w:sz w:val="24"/>
                <w:szCs w:val="24"/>
              </w:rPr>
              <w:t>:</w:t>
            </w:r>
          </w:p>
          <w:p w14:paraId="7EF1577A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agresji i autoagresji,</w:t>
            </w:r>
          </w:p>
          <w:p w14:paraId="4F8C2FF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uzależnień (alkohol, nikotyna, narkotyki i dopalacze, uzależnienia behawioralne),</w:t>
            </w:r>
          </w:p>
          <w:p w14:paraId="04FC3754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zapobieganie zachowaniom przestępczym wśród nieletnich / dorosłych,</w:t>
            </w:r>
          </w:p>
          <w:p w14:paraId="19BCBB9D" w14:textId="77777777" w:rsidR="006F6B86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>profilaktyka wczesnej inicjacji seksualnej</w:t>
            </w:r>
            <w:r w:rsidR="006F6B86">
              <w:rPr>
                <w:rFonts w:ascii="Corbel" w:hAnsi="Corbel"/>
                <w:sz w:val="24"/>
                <w:szCs w:val="24"/>
              </w:rPr>
              <w:t>,</w:t>
            </w:r>
          </w:p>
          <w:p w14:paraId="2D31C82D" w14:textId="42D7F375" w:rsidR="00F62B59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862B9A" w:rsidRPr="00862B9A">
              <w:rPr>
                <w:rFonts w:ascii="Corbel" w:hAnsi="Corbel"/>
                <w:sz w:val="24"/>
                <w:szCs w:val="24"/>
              </w:rPr>
              <w:t>prostytucji,</w:t>
            </w:r>
          </w:p>
          <w:p w14:paraId="43E34017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2B9A">
              <w:rPr>
                <w:rFonts w:ascii="Corbel" w:hAnsi="Corbel"/>
                <w:sz w:val="24"/>
                <w:szCs w:val="24"/>
              </w:rPr>
              <w:t xml:space="preserve">zapobieganie komercyjnemu i seksualnemu wykorzystywaniu dzieci i młodzieży, </w:t>
            </w:r>
          </w:p>
          <w:p w14:paraId="1C9673A2" w14:textId="2EA9F881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profilaktyka samookaleczeń i samobójstw,</w:t>
            </w:r>
          </w:p>
          <w:p w14:paraId="67581635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przemocy w rodzinie,</w:t>
            </w:r>
          </w:p>
          <w:p w14:paraId="7CA71DBB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 xml:space="preserve">trening radzenia sobie ze stresem, </w:t>
            </w:r>
          </w:p>
          <w:p w14:paraId="70DC8203" w14:textId="77777777" w:rsidR="00F62B59" w:rsidRDefault="00862B9A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trening podnoszenia samooceny i poczucia własnej wartości,</w:t>
            </w:r>
          </w:p>
          <w:p w14:paraId="6263AE24" w14:textId="564E84B4" w:rsidR="006F6B86" w:rsidRDefault="006F6B86" w:rsidP="00F62B59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trening umiejętności komunikacyjnych,</w:t>
            </w:r>
          </w:p>
          <w:p w14:paraId="6DBFDF24" w14:textId="61F92FEC" w:rsidR="00862B9A" w:rsidRPr="006F6B86" w:rsidRDefault="00F62B59" w:rsidP="006F6B8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62B59">
              <w:rPr>
                <w:rFonts w:ascii="Corbel" w:hAnsi="Corbel"/>
                <w:sz w:val="24"/>
                <w:szCs w:val="24"/>
              </w:rPr>
              <w:t>profilaktyka wagarów i niepowodzeń szkolnych</w:t>
            </w:r>
            <w:r w:rsidR="006F6B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25D342" w14:textId="2FB33A8A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01204E6F" w:rsidR="0085747A" w:rsidRPr="009C54AE" w:rsidRDefault="00012900" w:rsidP="00B160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analiza tekstów z dyskusją, praca w grupach, </w:t>
      </w:r>
      <w:r w:rsidR="00B1607D">
        <w:rPr>
          <w:rFonts w:ascii="Corbel" w:hAnsi="Corbel"/>
          <w:b w:val="0"/>
          <w:smallCaps w:val="0"/>
          <w:szCs w:val="24"/>
        </w:rPr>
        <w:t>ćwiczenia praktyczne (projekt – warsztaty)</w:t>
      </w:r>
      <w:r w:rsidR="00B760BB">
        <w:rPr>
          <w:rFonts w:ascii="Corbel" w:hAnsi="Corbel"/>
          <w:b w:val="0"/>
          <w:smallCaps w:val="0"/>
          <w:szCs w:val="24"/>
        </w:rPr>
        <w:t>.</w:t>
      </w:r>
    </w:p>
    <w:p w14:paraId="4DF3D47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379B7A2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72C7A72" w14:textId="77777777" w:rsidTr="00C05F44">
        <w:tc>
          <w:tcPr>
            <w:tcW w:w="1985" w:type="dxa"/>
          </w:tcPr>
          <w:p w14:paraId="1DE9ABE5" w14:textId="6C2288FB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8743A13" w14:textId="49B2FADE" w:rsidR="0085747A" w:rsidRPr="00012900" w:rsidRDefault="00B160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0DE4A221" w14:textId="66EBAD00" w:rsidR="0085747A" w:rsidRPr="009C54AE" w:rsidRDefault="00B760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938E235" w14:textId="77777777" w:rsidTr="00C05F44">
        <w:tc>
          <w:tcPr>
            <w:tcW w:w="1985" w:type="dxa"/>
          </w:tcPr>
          <w:p w14:paraId="20623292" w14:textId="77777777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21F696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53BCB357" w14:textId="412942D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6BD8C796" w14:textId="77777777" w:rsidTr="00C05F44">
        <w:tc>
          <w:tcPr>
            <w:tcW w:w="1985" w:type="dxa"/>
          </w:tcPr>
          <w:p w14:paraId="41A042FC" w14:textId="7DA7CB4F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6E605993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6F6B86">
              <w:rPr>
                <w:rFonts w:ascii="Corbel" w:hAnsi="Corbel"/>
                <w:b w:val="0"/>
                <w:szCs w:val="24"/>
              </w:rPr>
              <w:t>, praca projektowa</w:t>
            </w:r>
          </w:p>
        </w:tc>
        <w:tc>
          <w:tcPr>
            <w:tcW w:w="2126" w:type="dxa"/>
          </w:tcPr>
          <w:p w14:paraId="1540A3CE" w14:textId="0D32E58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505142B1" w14:textId="77777777" w:rsidTr="00C05F44">
        <w:tc>
          <w:tcPr>
            <w:tcW w:w="1985" w:type="dxa"/>
          </w:tcPr>
          <w:p w14:paraId="12C08F60" w14:textId="645484D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6504FD7E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praca projektowa,</w:t>
            </w:r>
          </w:p>
        </w:tc>
        <w:tc>
          <w:tcPr>
            <w:tcW w:w="2126" w:type="dxa"/>
          </w:tcPr>
          <w:p w14:paraId="10095010" w14:textId="27F1CBB1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0A1E7BE6" w14:textId="77777777" w:rsidTr="00C05F44">
        <w:tc>
          <w:tcPr>
            <w:tcW w:w="1985" w:type="dxa"/>
          </w:tcPr>
          <w:p w14:paraId="3C5A3DF0" w14:textId="5D4EF8FF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6D06F707" w14:textId="3F3D2124" w:rsidR="00B1607D" w:rsidRPr="009C54AE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F3FB563" w14:textId="02D04AB9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1AF60C82" w14:textId="77777777" w:rsidTr="00C05F44">
        <w:tc>
          <w:tcPr>
            <w:tcW w:w="1985" w:type="dxa"/>
          </w:tcPr>
          <w:p w14:paraId="0B286574" w14:textId="3B93C74A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59B46BB2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5BE5D3AA" w14:textId="71210796" w:rsidR="00B1607D" w:rsidRPr="009C54AE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1607D" w:rsidRPr="009C54AE" w14:paraId="39DEDCEE" w14:textId="77777777" w:rsidTr="00C05F44">
        <w:tc>
          <w:tcPr>
            <w:tcW w:w="1985" w:type="dxa"/>
          </w:tcPr>
          <w:p w14:paraId="3CFE5ACC" w14:textId="59F1AAEE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4EE163C" w14:textId="56911DAC" w:rsidR="00B1607D" w:rsidRDefault="006F6B86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B1607D"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14:paraId="3CD7B245" w14:textId="2B0D1CB9" w:rsidR="00B1607D" w:rsidRDefault="00B1607D" w:rsidP="00B160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9C54A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384937" w14:textId="77777777" w:rsidTr="00923D7D">
        <w:tc>
          <w:tcPr>
            <w:tcW w:w="9670" w:type="dxa"/>
          </w:tcPr>
          <w:p w14:paraId="132DFC64" w14:textId="7B665A43" w:rsidR="0085747A" w:rsidRPr="009C54AE" w:rsidRDefault="00012900" w:rsidP="009E60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podczas zajęć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oraz </w:t>
            </w:r>
            <w:r w:rsidR="006F6B86">
              <w:rPr>
                <w:rFonts w:ascii="Corbel" w:hAnsi="Corbel"/>
                <w:b w:val="0"/>
                <w:smallCaps w:val="0"/>
                <w:szCs w:val="24"/>
              </w:rPr>
              <w:t>przeprowadzenie ćwiczeń warsztatowych (pracy projektowej).</w:t>
            </w:r>
          </w:p>
        </w:tc>
      </w:tr>
    </w:tbl>
    <w:p w14:paraId="2F66706C" w14:textId="07F3A2C0" w:rsidR="00B52C9C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9C54A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81FD182" w14:textId="77777777" w:rsidTr="00923D7D">
        <w:tc>
          <w:tcPr>
            <w:tcW w:w="4962" w:type="dxa"/>
          </w:tcPr>
          <w:p w14:paraId="77F79089" w14:textId="77777777" w:rsidR="0085747A" w:rsidRPr="00B52C9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2C9C">
              <w:rPr>
                <w:rFonts w:ascii="Corbel" w:hAnsi="Corbel"/>
                <w:sz w:val="24"/>
                <w:szCs w:val="24"/>
              </w:rPr>
              <w:t>G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52C9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52C9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52C9C">
              <w:rPr>
                <w:rFonts w:ascii="Corbel" w:hAnsi="Corbel"/>
                <w:sz w:val="24"/>
                <w:szCs w:val="24"/>
              </w:rPr>
              <w:t> 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52C9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52C9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7413F120" w:rsidR="0085747A" w:rsidRPr="009C54AE" w:rsidRDefault="003409A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89489F4" w14:textId="77777777" w:rsidTr="00923D7D">
        <w:tc>
          <w:tcPr>
            <w:tcW w:w="4962" w:type="dxa"/>
          </w:tcPr>
          <w:p w14:paraId="57B5583E" w14:textId="16A01D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80BCE">
              <w:rPr>
                <w:rFonts w:ascii="Corbel" w:hAnsi="Corbel"/>
                <w:sz w:val="24"/>
                <w:szCs w:val="24"/>
              </w:rPr>
              <w:t>:</w:t>
            </w:r>
          </w:p>
          <w:p w14:paraId="63073191" w14:textId="27CE83AE" w:rsidR="00280BCE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9EE77B0" w14:textId="77777777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60568DC" w14:textId="303A8691" w:rsidR="00280BCE" w:rsidRPr="009C54AE" w:rsidRDefault="002A1E87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D1C90B" w14:textId="77777777" w:rsidTr="00923D7D">
        <w:tc>
          <w:tcPr>
            <w:tcW w:w="4962" w:type="dxa"/>
          </w:tcPr>
          <w:p w14:paraId="2DAAC983" w14:textId="77777777" w:rsidR="002A1E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A1E87">
              <w:rPr>
                <w:rFonts w:ascii="Corbel" w:hAnsi="Corbel"/>
                <w:sz w:val="24"/>
                <w:szCs w:val="24"/>
              </w:rPr>
              <w:t>:</w:t>
            </w:r>
          </w:p>
          <w:p w14:paraId="181C35C8" w14:textId="77777777" w:rsidR="002A1E87" w:rsidRDefault="00C61DC5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1D6C51BA" w14:textId="77777777" w:rsidR="002A1E87" w:rsidRDefault="00B52C9C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280BCE">
              <w:rPr>
                <w:rFonts w:ascii="Corbel" w:hAnsi="Corbel"/>
                <w:sz w:val="24"/>
                <w:szCs w:val="24"/>
              </w:rPr>
              <w:t>,</w:t>
            </w:r>
            <w:r w:rsidR="002A1E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B79F70D" w14:textId="1F1A5E40" w:rsidR="002A1E87" w:rsidRPr="009C54AE" w:rsidRDefault="002A1E87" w:rsidP="002A1E8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5BDD4FEF" w14:textId="77777777" w:rsidR="00C61DC5" w:rsidRDefault="00C61DC5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7379728" w14:textId="3F8A792B" w:rsidR="00280BCE" w:rsidRDefault="00280BCE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E52F0C" w14:textId="26E860E5" w:rsidR="002A1E87" w:rsidRDefault="003409A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767F82AA" w14:textId="5130B383" w:rsidR="002A1E87" w:rsidRDefault="003409A0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10779A0" w14:textId="16454F9D" w:rsidR="002A1E87" w:rsidRPr="009C54AE" w:rsidRDefault="003409A0" w:rsidP="00AD23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85747A" w:rsidRPr="009C54AE" w14:paraId="182870A1" w14:textId="77777777" w:rsidTr="00923D7D">
        <w:tc>
          <w:tcPr>
            <w:tcW w:w="4962" w:type="dxa"/>
          </w:tcPr>
          <w:p w14:paraId="391A5D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3401E5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1001886" w14:textId="77777777" w:rsidTr="00923D7D">
        <w:tc>
          <w:tcPr>
            <w:tcW w:w="4962" w:type="dxa"/>
          </w:tcPr>
          <w:p w14:paraId="627598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51698660" w:rsidR="0085747A" w:rsidRPr="009C54AE" w:rsidRDefault="00AD23F3" w:rsidP="00B760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B98F9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9C54A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A1E87" w:rsidRPr="009C54AE" w14:paraId="2E6DB5C9" w14:textId="77777777" w:rsidTr="00F53C06">
        <w:trPr>
          <w:trHeight w:val="428"/>
        </w:trPr>
        <w:tc>
          <w:tcPr>
            <w:tcW w:w="7513" w:type="dxa"/>
          </w:tcPr>
          <w:p w14:paraId="17435151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0C935CDB" w14:textId="6AE82F40" w:rsidR="002A1E87" w:rsidRPr="00C74FB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</w:t>
            </w:r>
            <w:r w:rsidR="002C292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w szkole: nowe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0C5DFB8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C74FB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RUBIKON, </w:t>
            </w:r>
            <w:r w:rsidRPr="00C74F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Kraków 2002.</w:t>
            </w:r>
          </w:p>
          <w:p w14:paraId="0C8725D7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Słonina W. M.,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-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profilaktyczne dla uczniów gimnazjum i szkół ponadgimnazjalnych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RUBIKON,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Kraków 2003. </w:t>
            </w:r>
          </w:p>
          <w:p w14:paraId="37C35AA2" w14:textId="77777777" w:rsidR="002A1E87" w:rsidRPr="00D56FCE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Linowski K., Wysocki I.,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Oddziaływania psychokorekcyjne na skazanych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agresywnych w warunkach penitencjarnych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Stowarzyszenie na Rzecz Rozwoju Wyższej Szkoły Biznesu i Przedsiębiorczości, Ostrowiec Świętokrzyski 2006.</w:t>
            </w:r>
          </w:p>
          <w:p w14:paraId="5C78D529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Marczak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B0600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IMPULS, </w:t>
            </w:r>
            <w:r w:rsidRPr="00B52C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2003.</w:t>
            </w:r>
          </w:p>
          <w:p w14:paraId="22967DB5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Rożnowska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Skuteczność treningów psychologicznych w doskonaleniu umiejętności intra- i interpersonalnych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Pomorska w Słupsku, Słupsk 2007.</w:t>
            </w:r>
          </w:p>
          <w:p w14:paraId="02614D3E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Wyższej Szkoły Ekonomii i Innowacji,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Lublin 2009. </w:t>
            </w:r>
          </w:p>
          <w:p w14:paraId="69DCF7BF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Szpringer M.,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Akademii Świętokrzyskiej,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Kielce 2004. </w:t>
            </w:r>
          </w:p>
          <w:p w14:paraId="5D194B61" w14:textId="77777777" w:rsidR="002A1E87" w:rsidRPr="00427F02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D01B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profilaktyczne. Podstawy profesjonalnej profilaktyki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Centrum Metodyczne Pomocy Psychologiczno-Pedagogicznej,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  <w:tr w:rsidR="002A1E87" w:rsidRPr="009C54AE" w14:paraId="428D6979" w14:textId="77777777" w:rsidTr="00F53C06">
        <w:trPr>
          <w:trHeight w:val="397"/>
        </w:trPr>
        <w:tc>
          <w:tcPr>
            <w:tcW w:w="7513" w:type="dxa"/>
          </w:tcPr>
          <w:p w14:paraId="41E3A8ED" w14:textId="77777777" w:rsidR="002A1E87" w:rsidRPr="00280BCE" w:rsidRDefault="002A1E87" w:rsidP="00F53C0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280BCE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1FC8EF13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Zachara B.,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pierwszorzędowa w szkole: scenariusze zajęć z uczniami gimnazjum i szkół ponadgimnazjalnych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RUBIKON, Kraków 2004.</w:t>
            </w:r>
          </w:p>
          <w:p w14:paraId="7A886DE9" w14:textId="77777777" w:rsidR="002A1E87" w:rsidRPr="00CE0E69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Moczydłowska J., Pełszyńska I.,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szkole dla młodzieży niedostosowanej społecznie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FOSZE, Rzeszów 2004.</w:t>
            </w:r>
          </w:p>
          <w:p w14:paraId="5EED84D2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Pierzchalska A., Klag P.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Jak rozmawiać z młodzieżą o prostytucji nieletnich?: scenariusze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Dolnośląski Ośrodek Polityki Społecznej, Wałbrzych 2009.</w:t>
            </w:r>
          </w:p>
          <w:p w14:paraId="590D4BD2" w14:textId="77777777" w:rsidR="002A1E87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Programy profilaktyczne w szkole jako jedna z form przeciwdziałania zachowaniom agresywnym uczniów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(w:) Polak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  <w:r w:rsidRPr="006466D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Państwowa Wyższa Szkoła Zawodowa, Krosno </w:t>
            </w:r>
            <w:r w:rsidRPr="006466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E22A7D4" w14:textId="77777777" w:rsidR="002A1E87" w:rsidRPr="00B30B5A" w:rsidRDefault="002A1E87" w:rsidP="00F53C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Ziółkowska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Anoreksja od A do Z. Poradnik dla nauczycieli                                        i wychowawców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SCHOLAR, Warszawa 2005.</w:t>
            </w:r>
          </w:p>
        </w:tc>
      </w:tr>
    </w:tbl>
    <w:p w14:paraId="0384A4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BC564" w14:textId="77777777" w:rsidR="00F405C4" w:rsidRDefault="00F405C4" w:rsidP="00C16ABF">
      <w:pPr>
        <w:spacing w:after="0" w:line="240" w:lineRule="auto"/>
      </w:pPr>
      <w:r>
        <w:separator/>
      </w:r>
    </w:p>
  </w:endnote>
  <w:endnote w:type="continuationSeparator" w:id="0">
    <w:p w14:paraId="2E3A48D9" w14:textId="77777777" w:rsidR="00F405C4" w:rsidRDefault="00F405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8480" w14:textId="77777777" w:rsidR="00F405C4" w:rsidRDefault="00F405C4" w:rsidP="00C16ABF">
      <w:pPr>
        <w:spacing w:after="0" w:line="240" w:lineRule="auto"/>
      </w:pPr>
      <w:r>
        <w:separator/>
      </w:r>
    </w:p>
  </w:footnote>
  <w:footnote w:type="continuationSeparator" w:id="0">
    <w:p w14:paraId="1B45CA00" w14:textId="77777777" w:rsidR="00F405C4" w:rsidRDefault="00F405C4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21406"/>
    <w:multiLevelType w:val="hybridMultilevel"/>
    <w:tmpl w:val="AF14FF60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A367D8"/>
    <w:multiLevelType w:val="hybridMultilevel"/>
    <w:tmpl w:val="3A868926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168597">
    <w:abstractNumId w:val="1"/>
  </w:num>
  <w:num w:numId="2" w16cid:durableId="1504661310">
    <w:abstractNumId w:val="2"/>
  </w:num>
  <w:num w:numId="3" w16cid:durableId="167302127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61B0"/>
    <w:rsid w:val="000E067D"/>
    <w:rsid w:val="000F1C57"/>
    <w:rsid w:val="000F242D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029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4985"/>
    <w:rsid w:val="00280BCE"/>
    <w:rsid w:val="00281FF2"/>
    <w:rsid w:val="002857DE"/>
    <w:rsid w:val="00291567"/>
    <w:rsid w:val="002A1E87"/>
    <w:rsid w:val="002A22BF"/>
    <w:rsid w:val="002A2389"/>
    <w:rsid w:val="002A671D"/>
    <w:rsid w:val="002B4D55"/>
    <w:rsid w:val="002B5EA0"/>
    <w:rsid w:val="002B6119"/>
    <w:rsid w:val="002C1F06"/>
    <w:rsid w:val="002C292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26"/>
    <w:rsid w:val="003409A0"/>
    <w:rsid w:val="00346FE9"/>
    <w:rsid w:val="0034759A"/>
    <w:rsid w:val="003503F6"/>
    <w:rsid w:val="003530DD"/>
    <w:rsid w:val="00353931"/>
    <w:rsid w:val="00363F78"/>
    <w:rsid w:val="003A0A5B"/>
    <w:rsid w:val="003A1176"/>
    <w:rsid w:val="003A5C40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F02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E4C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593F"/>
    <w:rsid w:val="005E6E85"/>
    <w:rsid w:val="005F31D2"/>
    <w:rsid w:val="0061029B"/>
    <w:rsid w:val="006146C2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86"/>
    <w:rsid w:val="00702EE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30BF"/>
    <w:rsid w:val="008449B3"/>
    <w:rsid w:val="0085747A"/>
    <w:rsid w:val="00861436"/>
    <w:rsid w:val="00862B9A"/>
    <w:rsid w:val="00884922"/>
    <w:rsid w:val="00885F64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33DD"/>
    <w:rsid w:val="00997F14"/>
    <w:rsid w:val="009A78D9"/>
    <w:rsid w:val="009C1331"/>
    <w:rsid w:val="009C3E31"/>
    <w:rsid w:val="009C54AE"/>
    <w:rsid w:val="009C788E"/>
    <w:rsid w:val="009E3B41"/>
    <w:rsid w:val="009E602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01B1"/>
    <w:rsid w:val="00AD1146"/>
    <w:rsid w:val="00AD23F3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1607D"/>
    <w:rsid w:val="00B30B5A"/>
    <w:rsid w:val="00B3130B"/>
    <w:rsid w:val="00B40ADB"/>
    <w:rsid w:val="00B43B77"/>
    <w:rsid w:val="00B43E80"/>
    <w:rsid w:val="00B52C9C"/>
    <w:rsid w:val="00B607DB"/>
    <w:rsid w:val="00B66529"/>
    <w:rsid w:val="00B75946"/>
    <w:rsid w:val="00B760BB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955F4"/>
    <w:rsid w:val="00CA2B96"/>
    <w:rsid w:val="00CA5089"/>
    <w:rsid w:val="00CA70C6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03D2"/>
    <w:rsid w:val="00D352C9"/>
    <w:rsid w:val="00D425B2"/>
    <w:rsid w:val="00D428D6"/>
    <w:rsid w:val="00D552B2"/>
    <w:rsid w:val="00D56FCE"/>
    <w:rsid w:val="00D608D1"/>
    <w:rsid w:val="00D74119"/>
    <w:rsid w:val="00D8075B"/>
    <w:rsid w:val="00D8678B"/>
    <w:rsid w:val="00DA2114"/>
    <w:rsid w:val="00DA2A9F"/>
    <w:rsid w:val="00DA33C7"/>
    <w:rsid w:val="00DC5CA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507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21C6"/>
    <w:rsid w:val="00F25247"/>
    <w:rsid w:val="00F27A7B"/>
    <w:rsid w:val="00F405C4"/>
    <w:rsid w:val="00F526AF"/>
    <w:rsid w:val="00F617C3"/>
    <w:rsid w:val="00F62B59"/>
    <w:rsid w:val="00F7066B"/>
    <w:rsid w:val="00F83B28"/>
    <w:rsid w:val="00F92043"/>
    <w:rsid w:val="00F97C96"/>
    <w:rsid w:val="00FA374B"/>
    <w:rsid w:val="00FA46E5"/>
    <w:rsid w:val="00FB55A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  <w15:docId w15:val="{9F3ED88A-5292-4166-BC9E-F06A9934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AC65-8F3D-42B7-9D20-2367580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208</TotalTime>
  <Pages>5</Pages>
  <Words>1244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11</cp:revision>
  <cp:lastPrinted>2019-02-06T12:12:00Z</cp:lastPrinted>
  <dcterms:created xsi:type="dcterms:W3CDTF">2019-10-29T14:56:00Z</dcterms:created>
  <dcterms:modified xsi:type="dcterms:W3CDTF">2023-06-08T17:11:00Z</dcterms:modified>
</cp:coreProperties>
</file>